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A77" w:rsidRPr="001E2F9C" w:rsidRDefault="00976A77" w:rsidP="00551C82">
      <w:pPr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1E2F9C">
        <w:rPr>
          <w:rFonts w:ascii="Times New Roman" w:hAnsi="Times New Roman"/>
          <w:b/>
          <w:sz w:val="24"/>
          <w:szCs w:val="24"/>
        </w:rPr>
        <w:t>УДК 004.9</w:t>
      </w:r>
    </w:p>
    <w:p w:rsidR="00976A77" w:rsidRPr="001E2F9C" w:rsidRDefault="00976A77" w:rsidP="00551C82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E2F9C">
        <w:rPr>
          <w:rFonts w:ascii="Times New Roman" w:hAnsi="Times New Roman"/>
          <w:b/>
          <w:sz w:val="24"/>
          <w:szCs w:val="24"/>
          <w:lang w:val="uk-UA"/>
        </w:rPr>
        <w:t>АНАЛІЗ ПЛИННОСТІ КАДРІВ ПІДПРИЄМСТВА</w:t>
      </w:r>
    </w:p>
    <w:p w:rsidR="00976A77" w:rsidRPr="001E2F9C" w:rsidRDefault="00976A77" w:rsidP="00D903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E2F9C">
        <w:rPr>
          <w:rFonts w:ascii="Times New Roman" w:hAnsi="Times New Roman"/>
          <w:b/>
          <w:sz w:val="24"/>
          <w:szCs w:val="24"/>
        </w:rPr>
        <w:t>АНАЛИЗ ОТТОКА КАДРОВ ПРЕДПРИЯТИЯ</w:t>
      </w:r>
    </w:p>
    <w:p w:rsidR="00976A77" w:rsidRPr="001E2F9C" w:rsidRDefault="00976A77" w:rsidP="00D9031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1E2F9C">
        <w:rPr>
          <w:rFonts w:ascii="Times New Roman" w:hAnsi="Times New Roman"/>
          <w:b/>
          <w:sz w:val="24"/>
          <w:szCs w:val="24"/>
          <w:lang w:val="en-US"/>
        </w:rPr>
        <w:t xml:space="preserve">OUTFLOW ANALYSIS HUMAN RESOURCES OF THE </w:t>
      </w:r>
      <w:smartTag w:uri="urn:schemas-microsoft-com:office:smarttags" w:element="place">
        <w:smartTag w:uri="urn:schemas-microsoft-com:office:smarttags" w:element="City">
          <w:r w:rsidRPr="001E2F9C">
            <w:rPr>
              <w:rFonts w:ascii="Times New Roman" w:hAnsi="Times New Roman"/>
              <w:b/>
              <w:sz w:val="24"/>
              <w:szCs w:val="24"/>
              <w:lang w:val="en-US"/>
            </w:rPr>
            <w:t>ENTERPRISE</w:t>
          </w:r>
        </w:smartTag>
      </w:smartTag>
    </w:p>
    <w:p w:rsidR="00976A77" w:rsidRPr="001E2F9C" w:rsidRDefault="00976A77" w:rsidP="00D90311">
      <w:pPr>
        <w:pStyle w:val="NormalWeb"/>
        <w:spacing w:beforeAutospacing="0" w:after="0" w:line="360" w:lineRule="auto"/>
        <w:ind w:firstLine="709"/>
        <w:jc w:val="center"/>
        <w:rPr>
          <w:iCs/>
          <w:lang w:val="uk-UA"/>
        </w:rPr>
      </w:pPr>
      <w:r w:rsidRPr="001E2F9C">
        <w:rPr>
          <w:iCs/>
          <w:lang w:val="uk-UA"/>
        </w:rPr>
        <w:t xml:space="preserve">Науковий керівник - доц. каф. Інформаційних систем, канд. техн. наук </w:t>
      </w:r>
      <w:r>
        <w:rPr>
          <w:iCs/>
          <w:lang w:val="uk-UA"/>
        </w:rPr>
        <w:br/>
      </w:r>
      <w:r w:rsidRPr="001E2F9C">
        <w:rPr>
          <w:iCs/>
          <w:lang w:val="uk-UA"/>
        </w:rPr>
        <w:t>Шпинковський О.</w:t>
      </w:r>
      <w:r>
        <w:rPr>
          <w:iCs/>
          <w:lang w:val="uk-UA"/>
        </w:rPr>
        <w:t xml:space="preserve"> </w:t>
      </w:r>
      <w:r w:rsidRPr="001E2F9C">
        <w:rPr>
          <w:iCs/>
          <w:lang w:val="uk-UA"/>
        </w:rPr>
        <w:t>А., Шпинковский А.</w:t>
      </w:r>
      <w:r>
        <w:rPr>
          <w:iCs/>
          <w:lang w:val="uk-UA"/>
        </w:rPr>
        <w:t xml:space="preserve"> </w:t>
      </w:r>
      <w:r w:rsidRPr="001E2F9C">
        <w:rPr>
          <w:iCs/>
          <w:lang w:val="uk-UA"/>
        </w:rPr>
        <w:t xml:space="preserve">А., </w:t>
      </w:r>
      <w:r w:rsidRPr="001E2F9C">
        <w:rPr>
          <w:iCs/>
          <w:lang w:val="en-US"/>
        </w:rPr>
        <w:t>Shpinkovski</w:t>
      </w:r>
      <w:r>
        <w:rPr>
          <w:iCs/>
        </w:rPr>
        <w:t xml:space="preserve"> </w:t>
      </w:r>
      <w:r w:rsidRPr="001E2F9C">
        <w:rPr>
          <w:iCs/>
          <w:lang w:val="en-US"/>
        </w:rPr>
        <w:t>O</w:t>
      </w:r>
      <w:r w:rsidRPr="001E2F9C">
        <w:rPr>
          <w:iCs/>
          <w:lang w:val="uk-UA"/>
        </w:rPr>
        <w:t>.</w:t>
      </w:r>
      <w:r w:rsidRPr="001E2F9C">
        <w:rPr>
          <w:iCs/>
          <w:lang w:val="en-US"/>
        </w:rPr>
        <w:t>A</w:t>
      </w:r>
      <w:r w:rsidRPr="001E2F9C">
        <w:rPr>
          <w:iCs/>
          <w:lang w:val="uk-UA"/>
        </w:rPr>
        <w:t>.</w:t>
      </w:r>
    </w:p>
    <w:p w:rsidR="00976A77" w:rsidRPr="001E2F9C" w:rsidRDefault="00976A77" w:rsidP="00A875D8">
      <w:pPr>
        <w:pStyle w:val="NormalWeb"/>
        <w:spacing w:beforeAutospacing="0" w:after="0" w:line="360" w:lineRule="auto"/>
        <w:ind w:firstLine="709"/>
        <w:jc w:val="center"/>
        <w:outlineLvl w:val="0"/>
        <w:rPr>
          <w:iCs/>
          <w:lang w:val="uk-UA"/>
        </w:rPr>
      </w:pPr>
      <w:r w:rsidRPr="001E2F9C">
        <w:rPr>
          <w:iCs/>
          <w:lang w:val="uk-UA"/>
        </w:rPr>
        <w:t>Павловський</w:t>
      </w:r>
      <w:r>
        <w:rPr>
          <w:iCs/>
          <w:lang w:val="uk-UA"/>
        </w:rPr>
        <w:t xml:space="preserve"> </w:t>
      </w:r>
      <w:r w:rsidRPr="001E2F9C">
        <w:rPr>
          <w:iCs/>
          <w:lang w:val="uk-UA"/>
        </w:rPr>
        <w:t>А.</w:t>
      </w:r>
      <w:r>
        <w:rPr>
          <w:iCs/>
          <w:lang w:val="uk-UA"/>
        </w:rPr>
        <w:t xml:space="preserve"> </w:t>
      </w:r>
      <w:r w:rsidRPr="001E2F9C">
        <w:rPr>
          <w:iCs/>
          <w:lang w:val="uk-UA"/>
        </w:rPr>
        <w:t>О.,</w:t>
      </w:r>
      <w:r>
        <w:rPr>
          <w:iCs/>
          <w:lang w:val="uk-UA"/>
        </w:rPr>
        <w:t xml:space="preserve"> </w:t>
      </w:r>
      <w:r w:rsidRPr="001E2F9C">
        <w:rPr>
          <w:iCs/>
          <w:lang w:val="uk-UA"/>
        </w:rPr>
        <w:t>Павловский А.</w:t>
      </w:r>
      <w:r>
        <w:rPr>
          <w:iCs/>
          <w:lang w:val="uk-UA"/>
        </w:rPr>
        <w:t xml:space="preserve"> </w:t>
      </w:r>
      <w:r w:rsidRPr="001E2F9C">
        <w:rPr>
          <w:iCs/>
          <w:lang w:val="uk-UA"/>
        </w:rPr>
        <w:t>А.,</w:t>
      </w:r>
      <w:r>
        <w:rPr>
          <w:iCs/>
          <w:lang w:val="uk-UA"/>
        </w:rPr>
        <w:t xml:space="preserve"> </w:t>
      </w:r>
      <w:r w:rsidRPr="001E2F9C">
        <w:rPr>
          <w:iCs/>
          <w:lang w:val="en-US"/>
        </w:rPr>
        <w:t>Pavlovsky</w:t>
      </w:r>
      <w:r>
        <w:rPr>
          <w:iCs/>
        </w:rPr>
        <w:t xml:space="preserve"> </w:t>
      </w:r>
      <w:r w:rsidRPr="001E2F9C">
        <w:rPr>
          <w:iCs/>
          <w:lang w:val="uk-UA"/>
        </w:rPr>
        <w:t>А.</w:t>
      </w:r>
    </w:p>
    <w:p w:rsidR="00976A77" w:rsidRPr="001E2F9C" w:rsidRDefault="00976A77" w:rsidP="00D90311">
      <w:pPr>
        <w:pStyle w:val="NormalWeb"/>
        <w:spacing w:beforeAutospacing="0" w:after="0" w:line="360" w:lineRule="auto"/>
        <w:ind w:firstLine="709"/>
        <w:jc w:val="center"/>
        <w:rPr>
          <w:iCs/>
          <w:lang w:val="uk-UA"/>
        </w:rPr>
      </w:pPr>
    </w:p>
    <w:p w:rsidR="00976A77" w:rsidRPr="001E2F9C" w:rsidRDefault="00976A77" w:rsidP="00D90311">
      <w:pPr>
        <w:pStyle w:val="NormalWeb"/>
        <w:spacing w:beforeAutospacing="0" w:after="0" w:line="360" w:lineRule="auto"/>
        <w:ind w:firstLine="709"/>
        <w:jc w:val="both"/>
        <w:rPr>
          <w:i/>
          <w:iCs/>
          <w:lang w:val="uk-UA"/>
        </w:rPr>
      </w:pPr>
      <w:r w:rsidRPr="001E2F9C">
        <w:rPr>
          <w:b/>
          <w:i/>
          <w:iCs/>
          <w:lang w:val="uk-UA"/>
        </w:rPr>
        <w:t>Анотація:</w:t>
      </w:r>
      <w:r>
        <w:rPr>
          <w:b/>
          <w:i/>
          <w:iCs/>
          <w:lang w:val="uk-UA"/>
        </w:rPr>
        <w:t xml:space="preserve"> </w:t>
      </w:r>
      <w:r w:rsidRPr="001E2F9C">
        <w:rPr>
          <w:i/>
          <w:iCs/>
          <w:lang w:val="uk-UA"/>
        </w:rPr>
        <w:t>Пропонується огляд проблеми плинності кадрів сучасного підприємства. Запропоновано необхідність розробки моделі, що дозволить проводити аналіз та передбачати небажані наслідки плинності кадрів.</w:t>
      </w:r>
    </w:p>
    <w:p w:rsidR="00976A77" w:rsidRPr="001E2F9C" w:rsidRDefault="00976A77" w:rsidP="00D90311">
      <w:pPr>
        <w:pStyle w:val="NormalWeb"/>
        <w:spacing w:beforeAutospacing="0" w:after="0" w:line="360" w:lineRule="auto"/>
        <w:ind w:firstLine="709"/>
        <w:jc w:val="both"/>
        <w:rPr>
          <w:i/>
          <w:iCs/>
        </w:rPr>
      </w:pPr>
      <w:r w:rsidRPr="001E2F9C">
        <w:rPr>
          <w:b/>
          <w:i/>
          <w:iCs/>
        </w:rPr>
        <w:t>Ключові слова:</w:t>
      </w:r>
      <w:r>
        <w:rPr>
          <w:b/>
          <w:i/>
          <w:iCs/>
        </w:rPr>
        <w:t xml:space="preserve"> </w:t>
      </w:r>
      <w:r w:rsidRPr="001E2F9C">
        <w:rPr>
          <w:i/>
          <w:iCs/>
          <w:lang w:val="uk-UA"/>
        </w:rPr>
        <w:t>плинність кадрів</w:t>
      </w:r>
      <w:r w:rsidRPr="001E2F9C">
        <w:rPr>
          <w:i/>
          <w:iCs/>
        </w:rPr>
        <w:t>,</w:t>
      </w:r>
      <w:r w:rsidRPr="001E2F9C">
        <w:rPr>
          <w:i/>
          <w:iCs/>
          <w:lang w:val="uk-UA"/>
        </w:rPr>
        <w:t xml:space="preserve"> інтелектуальна модель, технології прогнозування</w:t>
      </w:r>
      <w:r w:rsidRPr="001E2F9C">
        <w:rPr>
          <w:i/>
          <w:iCs/>
        </w:rPr>
        <w:t>.</w:t>
      </w:r>
    </w:p>
    <w:p w:rsidR="00976A77" w:rsidRPr="001E2F9C" w:rsidRDefault="00976A77" w:rsidP="00D90311">
      <w:pPr>
        <w:pStyle w:val="NormalWeb"/>
        <w:spacing w:beforeAutospacing="0" w:after="0" w:line="360" w:lineRule="auto"/>
        <w:ind w:firstLine="709"/>
        <w:jc w:val="both"/>
        <w:rPr>
          <w:i/>
          <w:iCs/>
        </w:rPr>
      </w:pPr>
      <w:r w:rsidRPr="001E2F9C">
        <w:rPr>
          <w:b/>
          <w:i/>
          <w:iCs/>
        </w:rPr>
        <w:t>Аннотация:</w:t>
      </w:r>
      <w:r>
        <w:rPr>
          <w:b/>
          <w:i/>
          <w:iCs/>
        </w:rPr>
        <w:t xml:space="preserve"> </w:t>
      </w:r>
      <w:r w:rsidRPr="001E2F9C">
        <w:rPr>
          <w:i/>
          <w:iCs/>
        </w:rPr>
        <w:t>Предлагается обзор проблемы текучести кадров современного предприятия. Предложена необходимость разработки модели, позволяющей проводить анализ и предусматривать нежелательные последствия текучести кадров.</w:t>
      </w:r>
    </w:p>
    <w:p w:rsidR="00976A77" w:rsidRPr="001E2F9C" w:rsidRDefault="00976A77" w:rsidP="00D90311">
      <w:pPr>
        <w:pStyle w:val="NormalWeb"/>
        <w:spacing w:beforeAutospacing="0" w:after="0" w:line="360" w:lineRule="auto"/>
        <w:ind w:firstLine="709"/>
        <w:jc w:val="both"/>
        <w:rPr>
          <w:i/>
          <w:iCs/>
        </w:rPr>
      </w:pPr>
      <w:r w:rsidRPr="001E2F9C">
        <w:rPr>
          <w:b/>
          <w:i/>
          <w:iCs/>
        </w:rPr>
        <w:t>Ключевые слова</w:t>
      </w:r>
      <w:r w:rsidRPr="001E2F9C">
        <w:rPr>
          <w:b/>
          <w:i/>
          <w:iCs/>
          <w:lang w:val="uk-UA"/>
        </w:rPr>
        <w:t>:</w:t>
      </w:r>
      <w:r w:rsidRPr="001E2F9C">
        <w:rPr>
          <w:i/>
          <w:iCs/>
        </w:rPr>
        <w:t>текучесть кадров, интеллектуальная модель, технологии прогнозирования.</w:t>
      </w:r>
    </w:p>
    <w:p w:rsidR="00976A77" w:rsidRPr="001E2F9C" w:rsidRDefault="00976A77" w:rsidP="00D90311">
      <w:pPr>
        <w:pStyle w:val="NormalWeb"/>
        <w:spacing w:beforeAutospacing="0" w:after="0" w:line="360" w:lineRule="auto"/>
        <w:ind w:firstLine="709"/>
        <w:jc w:val="both"/>
        <w:rPr>
          <w:i/>
          <w:iCs/>
          <w:lang w:val="en-US"/>
        </w:rPr>
      </w:pPr>
      <w:r w:rsidRPr="001E2F9C">
        <w:rPr>
          <w:b/>
          <w:i/>
          <w:iCs/>
          <w:lang w:val="en-US"/>
        </w:rPr>
        <w:t>Abstract:</w:t>
      </w:r>
      <w:r w:rsidRPr="001E2F9C">
        <w:rPr>
          <w:i/>
          <w:iCs/>
          <w:lang w:val="en-US"/>
        </w:rPr>
        <w:t>An overview of the problem of personnel turnover in a modern enterprise is offered. The necessity of developing a model that allows for analysis and foreseeing undesirable consequences of staff turnover is proposed.</w:t>
      </w:r>
      <w:bookmarkStart w:id="0" w:name="_GoBack"/>
      <w:bookmarkEnd w:id="0"/>
    </w:p>
    <w:p w:rsidR="00976A77" w:rsidRPr="001E2F9C" w:rsidRDefault="00976A77" w:rsidP="00D90311">
      <w:pPr>
        <w:pStyle w:val="NormalWeb"/>
        <w:spacing w:beforeAutospacing="0" w:after="0" w:line="360" w:lineRule="auto"/>
        <w:ind w:firstLine="709"/>
        <w:jc w:val="both"/>
        <w:rPr>
          <w:i/>
          <w:iCs/>
          <w:lang w:val="en-US"/>
        </w:rPr>
      </w:pPr>
      <w:r w:rsidRPr="001E2F9C">
        <w:rPr>
          <w:b/>
          <w:i/>
          <w:iCs/>
          <w:lang w:val="en-US"/>
        </w:rPr>
        <w:t>Key words:</w:t>
      </w:r>
      <w:r w:rsidRPr="001E2F9C">
        <w:rPr>
          <w:i/>
          <w:iCs/>
          <w:lang w:val="en-US"/>
        </w:rPr>
        <w:t>staff turnover, intelligent model, forecasting technologies.</w:t>
      </w:r>
    </w:p>
    <w:p w:rsidR="00976A77" w:rsidRPr="001E2F9C" w:rsidRDefault="00976A77" w:rsidP="00D90311">
      <w:pPr>
        <w:spacing w:after="0" w:line="360" w:lineRule="auto"/>
        <w:rPr>
          <w:sz w:val="24"/>
          <w:szCs w:val="24"/>
          <w:lang w:val="en-US"/>
        </w:rPr>
      </w:pPr>
    </w:p>
    <w:p w:rsidR="00976A77" w:rsidRPr="001E2F9C" w:rsidRDefault="00976A77" w:rsidP="00D9031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F9C">
        <w:rPr>
          <w:rFonts w:ascii="Times New Roman" w:hAnsi="Times New Roman"/>
          <w:sz w:val="24"/>
          <w:szCs w:val="24"/>
        </w:rPr>
        <w:t>Ключовим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ресурсом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сучасних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організацій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є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людський</w:t>
      </w:r>
      <w:r w:rsidRPr="00677452">
        <w:rPr>
          <w:rFonts w:ascii="Times New Roman" w:hAnsi="Times New Roman"/>
          <w:sz w:val="24"/>
          <w:szCs w:val="24"/>
        </w:rPr>
        <w:t xml:space="preserve">, </w:t>
      </w:r>
      <w:r w:rsidRPr="001E2F9C">
        <w:rPr>
          <w:rFonts w:ascii="Times New Roman" w:hAnsi="Times New Roman"/>
          <w:sz w:val="24"/>
          <w:szCs w:val="24"/>
        </w:rPr>
        <w:t>який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розглядається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як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основний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носійкапіталу</w:t>
      </w:r>
      <w:r w:rsidRPr="00677452">
        <w:rPr>
          <w:rFonts w:ascii="Times New Roman" w:hAnsi="Times New Roman"/>
          <w:sz w:val="24"/>
          <w:szCs w:val="24"/>
        </w:rPr>
        <w:t xml:space="preserve">. </w:t>
      </w:r>
      <w:r w:rsidRPr="001E2F9C">
        <w:rPr>
          <w:rFonts w:ascii="Times New Roman" w:hAnsi="Times New Roman"/>
          <w:sz w:val="24"/>
          <w:szCs w:val="24"/>
        </w:rPr>
        <w:t>Людський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капітал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отримує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особливе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значення</w:t>
      </w:r>
      <w:r w:rsidRPr="00677452">
        <w:rPr>
          <w:rFonts w:ascii="Times New Roman" w:hAnsi="Times New Roman"/>
          <w:sz w:val="24"/>
          <w:szCs w:val="24"/>
        </w:rPr>
        <w:t xml:space="preserve">, </w:t>
      </w:r>
      <w:r w:rsidRPr="001E2F9C">
        <w:rPr>
          <w:rFonts w:ascii="Times New Roman" w:hAnsi="Times New Roman"/>
          <w:sz w:val="24"/>
          <w:szCs w:val="24"/>
        </w:rPr>
        <w:t>охоплює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набір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продуктивних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знань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та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різноманітних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здібностей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людини</w:t>
      </w:r>
      <w:r w:rsidRPr="00677452">
        <w:rPr>
          <w:rFonts w:ascii="Times New Roman" w:hAnsi="Times New Roman"/>
          <w:sz w:val="24"/>
          <w:szCs w:val="24"/>
        </w:rPr>
        <w:t xml:space="preserve">. </w:t>
      </w:r>
      <w:r w:rsidRPr="001E2F9C">
        <w:rPr>
          <w:rFonts w:ascii="Times New Roman" w:hAnsi="Times New Roman"/>
          <w:sz w:val="24"/>
          <w:szCs w:val="24"/>
        </w:rPr>
        <w:t>Наявн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ідан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івід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Світового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банку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говорять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про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те</w:t>
      </w:r>
      <w:r w:rsidRPr="00677452">
        <w:rPr>
          <w:rFonts w:ascii="Times New Roman" w:hAnsi="Times New Roman"/>
          <w:sz w:val="24"/>
          <w:szCs w:val="24"/>
        </w:rPr>
        <w:t xml:space="preserve">, </w:t>
      </w:r>
      <w:r w:rsidRPr="001E2F9C">
        <w:rPr>
          <w:rFonts w:ascii="Times New Roman" w:hAnsi="Times New Roman"/>
          <w:sz w:val="24"/>
          <w:szCs w:val="24"/>
        </w:rPr>
        <w:t>щолюдський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капітал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у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Японії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перевищує</w:t>
      </w:r>
      <w:r w:rsidRPr="00677452">
        <w:rPr>
          <w:rFonts w:ascii="Times New Roman" w:hAnsi="Times New Roman"/>
          <w:sz w:val="24"/>
          <w:szCs w:val="24"/>
        </w:rPr>
        <w:t xml:space="preserve"> 80 % </w:t>
      </w:r>
      <w:r w:rsidRPr="001E2F9C">
        <w:rPr>
          <w:rFonts w:ascii="Times New Roman" w:hAnsi="Times New Roman"/>
          <w:sz w:val="24"/>
          <w:szCs w:val="24"/>
        </w:rPr>
        <w:t>всіх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продуктивних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багатств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і</w:t>
      </w:r>
      <w:r w:rsidRPr="00677452">
        <w:rPr>
          <w:rFonts w:ascii="Times New Roman" w:hAnsi="Times New Roman"/>
          <w:sz w:val="24"/>
          <w:szCs w:val="24"/>
        </w:rPr>
        <w:t xml:space="preserve"> 60 % </w:t>
      </w:r>
      <w:r w:rsidRPr="001E2F9C">
        <w:rPr>
          <w:rFonts w:ascii="Times New Roman" w:hAnsi="Times New Roman"/>
          <w:sz w:val="24"/>
          <w:szCs w:val="24"/>
        </w:rPr>
        <w:t>у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Сполучених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Штатах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Америки</w:t>
      </w:r>
      <w:r w:rsidRPr="00677452">
        <w:rPr>
          <w:rFonts w:ascii="Times New Roman" w:hAnsi="Times New Roman"/>
          <w:sz w:val="24"/>
          <w:szCs w:val="24"/>
        </w:rPr>
        <w:t xml:space="preserve">. </w:t>
      </w:r>
      <w:r w:rsidRPr="001E2F9C">
        <w:rPr>
          <w:rFonts w:ascii="Times New Roman" w:hAnsi="Times New Roman"/>
          <w:sz w:val="24"/>
          <w:szCs w:val="24"/>
        </w:rPr>
        <w:t>Набуває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важливості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проблема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моніторингу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ризиків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відтоку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кадрів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та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зацікавленості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робітників</w:t>
      </w:r>
      <w:r w:rsidRPr="00677452">
        <w:rPr>
          <w:rFonts w:ascii="Times New Roman" w:hAnsi="Times New Roman"/>
          <w:sz w:val="24"/>
          <w:szCs w:val="24"/>
        </w:rPr>
        <w:t xml:space="preserve">. </w:t>
      </w:r>
      <w:r w:rsidRPr="001E2F9C">
        <w:rPr>
          <w:rFonts w:ascii="Times New Roman" w:hAnsi="Times New Roman"/>
          <w:sz w:val="24"/>
          <w:szCs w:val="24"/>
        </w:rPr>
        <w:t>Відтік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талановитих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та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досвідчених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працівників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у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будь</w:t>
      </w:r>
      <w:r w:rsidRPr="00677452">
        <w:rPr>
          <w:rFonts w:ascii="Times New Roman" w:hAnsi="Times New Roman"/>
          <w:sz w:val="24"/>
          <w:szCs w:val="24"/>
        </w:rPr>
        <w:t>-</w:t>
      </w:r>
      <w:r w:rsidRPr="001E2F9C">
        <w:rPr>
          <w:rFonts w:ascii="Times New Roman" w:hAnsi="Times New Roman"/>
          <w:sz w:val="24"/>
          <w:szCs w:val="24"/>
        </w:rPr>
        <w:t>якій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організації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галузі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породжує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проблеми</w:t>
      </w:r>
      <w:r w:rsidRPr="00677452">
        <w:rPr>
          <w:rFonts w:ascii="Times New Roman" w:hAnsi="Times New Roman"/>
          <w:sz w:val="24"/>
          <w:szCs w:val="24"/>
        </w:rPr>
        <w:t xml:space="preserve">, </w:t>
      </w:r>
      <w:r w:rsidRPr="001E2F9C">
        <w:rPr>
          <w:rFonts w:ascii="Times New Roman" w:hAnsi="Times New Roman"/>
          <w:sz w:val="24"/>
          <w:szCs w:val="24"/>
        </w:rPr>
        <w:t>що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пов</w:t>
      </w:r>
      <w:r w:rsidRPr="00677452">
        <w:rPr>
          <w:rFonts w:ascii="Times New Roman" w:hAnsi="Times New Roman"/>
          <w:sz w:val="24"/>
          <w:szCs w:val="24"/>
        </w:rPr>
        <w:t>’</w:t>
      </w:r>
      <w:r w:rsidRPr="001E2F9C">
        <w:rPr>
          <w:rFonts w:ascii="Times New Roman" w:hAnsi="Times New Roman"/>
          <w:sz w:val="24"/>
          <w:szCs w:val="24"/>
        </w:rPr>
        <w:t>язані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не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тільки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з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пошуком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заміни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людей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на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вакантні</w:t>
      </w:r>
      <w:r w:rsidRPr="00677452"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посади</w:t>
      </w:r>
      <w:r w:rsidRPr="00677452">
        <w:rPr>
          <w:rFonts w:ascii="Times New Roman" w:hAnsi="Times New Roman"/>
          <w:sz w:val="24"/>
          <w:szCs w:val="24"/>
        </w:rPr>
        <w:t xml:space="preserve"> [1,2]. </w:t>
      </w:r>
      <w:r w:rsidRPr="001E2F9C">
        <w:rPr>
          <w:rFonts w:ascii="Times New Roman" w:hAnsi="Times New Roman"/>
          <w:sz w:val="24"/>
          <w:szCs w:val="24"/>
        </w:rPr>
        <w:t>Виникає проблема часткової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повної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втрати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набутих роками навиків і компетенцій у конкретній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галузі. 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впливає на терміни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виконання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поточних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проєктів за наявними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контрактовими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домовленостями. Наслідком є втрата доходу 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навіть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виплата великих штрафів за невиконання, несвоєчасне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виконання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виконання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зі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суттєвими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відхиленнями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від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задокументованих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вимог, вказаних у контракті [3].</w:t>
      </w:r>
    </w:p>
    <w:p w:rsidR="00976A77" w:rsidRPr="001E2F9C" w:rsidRDefault="00976A77" w:rsidP="00D9031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F9C">
        <w:rPr>
          <w:rFonts w:ascii="Times New Roman" w:hAnsi="Times New Roman"/>
          <w:sz w:val="24"/>
          <w:szCs w:val="24"/>
          <w:lang w:val="uk-UA"/>
        </w:rPr>
        <w:t xml:space="preserve">Існують </w:t>
      </w:r>
      <w:r w:rsidRPr="001E2F9C">
        <w:rPr>
          <w:rFonts w:ascii="Times New Roman" w:hAnsi="Times New Roman"/>
          <w:sz w:val="24"/>
          <w:szCs w:val="24"/>
        </w:rPr>
        <w:t>систем</w:t>
      </w:r>
      <w:r w:rsidRPr="001E2F9C">
        <w:rPr>
          <w:rFonts w:ascii="Times New Roman" w:hAnsi="Times New Roman"/>
          <w:sz w:val="24"/>
          <w:szCs w:val="24"/>
          <w:lang w:val="uk-UA"/>
        </w:rPr>
        <w:t>и</w:t>
      </w:r>
      <w:r w:rsidRPr="001E2F9C">
        <w:rPr>
          <w:rFonts w:ascii="Times New Roman" w:hAnsi="Times New Roman"/>
          <w:sz w:val="24"/>
          <w:szCs w:val="24"/>
        </w:rPr>
        <w:t>, які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вирішують проблему моніторингу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ризиків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відтоку</w:t>
      </w:r>
      <w:r w:rsidRPr="001E2F9C">
        <w:rPr>
          <w:rFonts w:ascii="Times New Roman" w:hAnsi="Times New Roman"/>
          <w:sz w:val="24"/>
          <w:szCs w:val="24"/>
          <w:lang w:val="uk-UA"/>
        </w:rPr>
        <w:t xml:space="preserve"> (плинності)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кадрів. Такі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інформаційні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системи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вимагають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значних затрат ресурсів, якщо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їх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розробляти з нуля або великих витрат, якщо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ухвалюється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рішення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придбання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ліцензій на вже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наявні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рішення. Вони доступні великим компаніям, які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вже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зайняли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сво</w:t>
      </w:r>
      <w:r w:rsidRPr="001E2F9C">
        <w:rPr>
          <w:rFonts w:ascii="Times New Roman" w:hAnsi="Times New Roman"/>
          <w:sz w:val="24"/>
          <w:szCs w:val="24"/>
          <w:lang w:val="uk-UA"/>
        </w:rPr>
        <w:t>є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sz w:val="24"/>
          <w:szCs w:val="24"/>
          <w:lang w:val="uk-UA"/>
        </w:rPr>
        <w:t>місце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на ринку і мають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ресурси для розвитку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інфраструктури та придбання таких сервісів. Фінансові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можливості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малих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організацій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стартапів є обмеженими, що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значно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ускладнює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унеможливлює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придбання готового рішення. Проблема плину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кадрів для малихорганізацій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 xml:space="preserve">така ж актуальна, як і для великих компаній. Тому </w:t>
      </w:r>
      <w:r w:rsidRPr="001E2F9C">
        <w:rPr>
          <w:rFonts w:ascii="Times New Roman" w:hAnsi="Times New Roman"/>
          <w:sz w:val="24"/>
          <w:szCs w:val="24"/>
          <w:lang w:val="uk-UA"/>
        </w:rPr>
        <w:t xml:space="preserve">розробка нескладних програмних інструментів </w:t>
      </w:r>
      <w:r w:rsidRPr="001E2F9C">
        <w:rPr>
          <w:rFonts w:ascii="Times New Roman" w:hAnsi="Times New Roman"/>
          <w:sz w:val="24"/>
          <w:szCs w:val="24"/>
        </w:rPr>
        <w:t>без надлишкового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функціоналу</w:t>
      </w:r>
      <w:r w:rsidRPr="001E2F9C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Pr="001E2F9C">
        <w:rPr>
          <w:rFonts w:ascii="Times New Roman" w:hAnsi="Times New Roman"/>
          <w:sz w:val="24"/>
          <w:szCs w:val="24"/>
        </w:rPr>
        <w:t>дослідження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  <w:lang w:val="uk-UA"/>
        </w:rPr>
        <w:t xml:space="preserve">даних, що стосуються поведінки співробітників, для </w:t>
      </w:r>
      <w:r w:rsidRPr="001E2F9C">
        <w:rPr>
          <w:rFonts w:ascii="Times New Roman" w:hAnsi="Times New Roman"/>
          <w:sz w:val="24"/>
          <w:szCs w:val="24"/>
        </w:rPr>
        <w:t>мінімізації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ризиків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плинності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кадрів для малих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організацій та стартапів є дуже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</w:rPr>
        <w:t>актуальн</w:t>
      </w:r>
      <w:r w:rsidRPr="001E2F9C">
        <w:rPr>
          <w:rFonts w:ascii="Times New Roman" w:hAnsi="Times New Roman"/>
          <w:sz w:val="24"/>
          <w:szCs w:val="24"/>
          <w:lang w:val="uk-UA"/>
        </w:rPr>
        <w:t>ою</w:t>
      </w:r>
      <w:r w:rsidRPr="001E2F9C">
        <w:rPr>
          <w:rFonts w:ascii="Times New Roman" w:hAnsi="Times New Roman"/>
          <w:sz w:val="24"/>
          <w:szCs w:val="24"/>
        </w:rPr>
        <w:t>.</w:t>
      </w:r>
    </w:p>
    <w:p w:rsidR="00976A77" w:rsidRPr="00743F1A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Основна причина плинності кадрів - незадоволення працівників своїм  становищем. Тому пропонуємо фахівцям відділу кадрів в обов'язковому порядку аналізувати форми плинності кадрів, які можуть бути:</w:t>
      </w:r>
    </w:p>
    <w:p w:rsidR="00976A77" w:rsidRPr="00743F1A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-  повністю керованими (умови праці та побуту);</w:t>
      </w:r>
    </w:p>
    <w:p w:rsidR="00976A77" w:rsidRPr="00743F1A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- частково керованими (задоволеність колективом, взаємостосунками, формами мотивації);</w:t>
      </w:r>
    </w:p>
    <w:p w:rsidR="00976A77" w:rsidRPr="00743F1A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- некерованими (природно-кліматичні умови).</w:t>
      </w:r>
    </w:p>
    <w:p w:rsidR="00976A77" w:rsidRPr="00743F1A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При аналізі плинності треба звертати увагу на:</w:t>
      </w:r>
    </w:p>
    <w:p w:rsidR="00976A77" w:rsidRPr="00743F1A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-  якість джерел найму і методів відбору персоналу;</w:t>
      </w:r>
    </w:p>
    <w:p w:rsidR="00976A77" w:rsidRPr="00743F1A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- надійність процедур введення на посаду;</w:t>
      </w:r>
    </w:p>
    <w:p w:rsidR="00976A77" w:rsidRPr="00743F1A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- рівень початкової підготовки працівника;</w:t>
      </w:r>
    </w:p>
    <w:p w:rsidR="00976A77" w:rsidRPr="00743F1A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- перспективи його посадового просування;</w:t>
      </w:r>
    </w:p>
    <w:p w:rsidR="00976A77" w:rsidRPr="00743F1A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- розмір матеріальної винагороди, форми заохочення і визнання заслуг;</w:t>
      </w:r>
    </w:p>
    <w:p w:rsidR="00976A77" w:rsidRPr="00743F1A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- зміст роботи та умови праці;</w:t>
      </w:r>
    </w:p>
    <w:p w:rsidR="00976A77" w:rsidRPr="00743F1A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- становище людини в колективі.</w:t>
      </w:r>
    </w:p>
    <w:p w:rsidR="00976A77" w:rsidRPr="001E2F9C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Цілеспрямовано впливаючи на керовані або частково керовані фактори та нейтралізуючи дію некерованих (наприклад, грошовими компенсаціями), можна істотно знизити плинність [4,5].</w:t>
      </w:r>
    </w:p>
    <w:p w:rsidR="00976A77" w:rsidRPr="001E2F9C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E2F9C">
        <w:rPr>
          <w:rFonts w:ascii="Times New Roman" w:hAnsi="Times New Roman"/>
          <w:sz w:val="24"/>
          <w:szCs w:val="24"/>
          <w:lang w:val="uk-UA"/>
        </w:rPr>
        <w:t xml:space="preserve">Метою даної роботи є дослідження </w:t>
      </w:r>
      <w:r w:rsidRPr="00743F1A">
        <w:rPr>
          <w:rFonts w:ascii="Times New Roman" w:hAnsi="Times New Roman"/>
          <w:sz w:val="24"/>
          <w:szCs w:val="24"/>
          <w:lang w:val="uk-UA"/>
        </w:rPr>
        <w:t>HR</w:t>
      </w:r>
      <w:r w:rsidRPr="001E2F9C">
        <w:rPr>
          <w:rFonts w:ascii="Times New Roman" w:hAnsi="Times New Roman"/>
          <w:sz w:val="24"/>
          <w:szCs w:val="24"/>
          <w:lang w:val="uk-UA"/>
        </w:rPr>
        <w:t>-діяльності співробітників підприємства шляхом побудови інтелектуальних моделей для оцінки і прогнозування процесу плинності кадрів.</w:t>
      </w:r>
    </w:p>
    <w:p w:rsidR="00976A77" w:rsidRPr="00743F1A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Завдання, які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3F1A">
        <w:rPr>
          <w:rFonts w:ascii="Times New Roman" w:hAnsi="Times New Roman"/>
          <w:sz w:val="24"/>
          <w:szCs w:val="24"/>
          <w:lang w:val="uk-UA"/>
        </w:rPr>
        <w:t>потрібно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3F1A">
        <w:rPr>
          <w:rFonts w:ascii="Times New Roman" w:hAnsi="Times New Roman"/>
          <w:sz w:val="24"/>
          <w:szCs w:val="24"/>
          <w:lang w:val="uk-UA"/>
        </w:rPr>
        <w:t xml:space="preserve">вирішити для досягнення мети: </w:t>
      </w:r>
    </w:p>
    <w:p w:rsidR="00976A77" w:rsidRPr="001E2F9C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43F1A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sz w:val="24"/>
          <w:szCs w:val="24"/>
          <w:lang w:val="uk-UA"/>
        </w:rPr>
        <w:t>Обґрунтування актуальності та доцільності магістерського дослідження на основі аналізу проблем об’єкта дослідження та аналітичного огляду наукових робіт.</w:t>
      </w:r>
    </w:p>
    <w:p w:rsidR="00976A77" w:rsidRPr="001E2F9C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E2F9C">
        <w:rPr>
          <w:rFonts w:ascii="Times New Roman" w:hAnsi="Times New Roman"/>
          <w:sz w:val="24"/>
          <w:szCs w:val="24"/>
          <w:lang w:val="uk-UA"/>
        </w:rPr>
        <w:t>2.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sz w:val="24"/>
          <w:szCs w:val="24"/>
          <w:lang w:val="uk-UA"/>
        </w:rPr>
        <w:t>Вибір методики для моделювання і прогнозування процесу плинності кадрів.</w:t>
      </w:r>
    </w:p>
    <w:p w:rsidR="00976A77" w:rsidRPr="001E2F9C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E2F9C">
        <w:rPr>
          <w:rFonts w:ascii="Times New Roman" w:hAnsi="Times New Roman"/>
          <w:sz w:val="24"/>
          <w:szCs w:val="24"/>
          <w:lang w:val="uk-UA"/>
        </w:rPr>
        <w:t>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sz w:val="24"/>
          <w:szCs w:val="24"/>
          <w:lang w:val="uk-UA"/>
        </w:rPr>
        <w:t xml:space="preserve">Відбір та опрацювання вхідних статистичних даних </w:t>
      </w:r>
      <w:r w:rsidRPr="00743F1A">
        <w:rPr>
          <w:rFonts w:ascii="Times New Roman" w:hAnsi="Times New Roman"/>
          <w:sz w:val="24"/>
          <w:szCs w:val="24"/>
          <w:lang w:val="uk-UA"/>
        </w:rPr>
        <w:t>HR-</w:t>
      </w:r>
      <w:r w:rsidRPr="001E2F9C">
        <w:rPr>
          <w:rFonts w:ascii="Times New Roman" w:hAnsi="Times New Roman"/>
          <w:sz w:val="24"/>
          <w:szCs w:val="24"/>
          <w:lang w:val="uk-UA"/>
        </w:rPr>
        <w:t>аналітики.</w:t>
      </w:r>
    </w:p>
    <w:p w:rsidR="00976A77" w:rsidRPr="001E2F9C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E2F9C">
        <w:rPr>
          <w:rFonts w:ascii="Times New Roman" w:hAnsi="Times New Roman"/>
          <w:sz w:val="24"/>
          <w:szCs w:val="24"/>
          <w:lang w:val="uk-UA"/>
        </w:rPr>
        <w:t>4.Проведення дослідницьких експериментів з об’єктом дослідження</w:t>
      </w:r>
    </w:p>
    <w:p w:rsidR="00976A77" w:rsidRPr="001E2F9C" w:rsidRDefault="00976A77" w:rsidP="00743F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E2F9C">
        <w:rPr>
          <w:rFonts w:ascii="Times New Roman" w:hAnsi="Times New Roman"/>
          <w:sz w:val="24"/>
          <w:szCs w:val="24"/>
          <w:lang w:val="uk-UA"/>
        </w:rPr>
        <w:t>5.Аналіз результатів прогнозування процесу плинності кадрів підприємства та вироблення рекомендацій.</w:t>
      </w:r>
    </w:p>
    <w:p w:rsidR="00976A77" w:rsidRPr="001E2F9C" w:rsidRDefault="00976A77" w:rsidP="00D90311">
      <w:pPr>
        <w:shd w:val="clear" w:color="auto" w:fill="FFFFFF"/>
        <w:spacing w:after="0" w:line="360" w:lineRule="auto"/>
        <w:ind w:firstLine="709"/>
        <w:jc w:val="both"/>
        <w:rPr>
          <w:rFonts w:cs="Calibri"/>
          <w:color w:val="333333"/>
          <w:sz w:val="24"/>
          <w:szCs w:val="24"/>
          <w:lang w:val="uk-UA" w:eastAsia="ru-RU"/>
        </w:rPr>
      </w:pPr>
    </w:p>
    <w:p w:rsidR="00976A77" w:rsidRPr="001E2F9C" w:rsidRDefault="00976A77" w:rsidP="00551C82">
      <w:pPr>
        <w:pStyle w:val="NormalWeb"/>
        <w:spacing w:beforeAutospacing="0" w:after="0" w:line="360" w:lineRule="auto"/>
        <w:ind w:firstLine="709"/>
        <w:jc w:val="center"/>
        <w:outlineLvl w:val="0"/>
        <w:rPr>
          <w:lang w:val="uk-UA"/>
        </w:rPr>
      </w:pPr>
      <w:r w:rsidRPr="001E2F9C">
        <w:rPr>
          <w:lang w:val="uk-UA"/>
        </w:rPr>
        <w:t>ЛІТ</w:t>
      </w:r>
      <w:r w:rsidRPr="001E2F9C">
        <w:t>E</w:t>
      </w:r>
      <w:r w:rsidRPr="001E2F9C">
        <w:rPr>
          <w:lang w:val="uk-UA"/>
        </w:rPr>
        <w:t>РАТУРА</w:t>
      </w:r>
    </w:p>
    <w:p w:rsidR="00976A77" w:rsidRPr="001E2F9C" w:rsidRDefault="00976A77" w:rsidP="00D320DD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>1.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>Шпинковський О.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>О. Визначення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>потенціалу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>підприємства за допомогою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>хмарного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>середовища // Тези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>доповідей 50-ої наукової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>конференції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>молодих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>дослідників ОНПУ – магістрантів «Сучасні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>інформаційні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>технології та телекомунікаційні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  <w:lang w:val="uk-UA"/>
        </w:rPr>
        <w:t xml:space="preserve">мережі» / Одеса: ОНПУ, 2015, вип. 50. </w:t>
      </w:r>
      <w:r w:rsidRPr="001E2F9C">
        <w:rPr>
          <w:rFonts w:ascii="Times New Roman" w:hAnsi="Times New Roman"/>
          <w:color w:val="000000"/>
          <w:sz w:val="24"/>
          <w:szCs w:val="24"/>
        </w:rPr>
        <w:t>С. 25-26.</w:t>
      </w:r>
    </w:p>
    <w:p w:rsidR="00976A77" w:rsidRDefault="00976A77" w:rsidP="00537D5D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E2F9C">
        <w:rPr>
          <w:rFonts w:ascii="Times New Roman" w:hAnsi="Times New Roman"/>
          <w:color w:val="000000"/>
          <w:sz w:val="24"/>
          <w:szCs w:val="24"/>
        </w:rPr>
        <w:t>2. Шпинковская М.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>А., Шпинковский 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А. Инновационное развитие современной экономики [Электронный ресурс] / Международная научно-практическая конференция «Современные направления теоретических и прикладных исследований '2014». Март, 2014. Режим доступа: </w:t>
      </w:r>
      <w:hyperlink r:id="rId6" w:history="1">
        <w:r w:rsidRPr="001023EB">
          <w:rPr>
            <w:rStyle w:val="Hyperlink"/>
            <w:rFonts w:ascii="Times New Roman" w:hAnsi="Times New Roman"/>
            <w:sz w:val="24"/>
            <w:szCs w:val="24"/>
          </w:rPr>
          <w:t>https://www.sworld.com.ua/konfer34/632.pdf</w:t>
        </w:r>
      </w:hyperlink>
      <w:r w:rsidRPr="001E2F9C">
        <w:rPr>
          <w:rFonts w:ascii="Times New Roman" w:hAnsi="Times New Roman"/>
          <w:color w:val="000000"/>
          <w:sz w:val="24"/>
          <w:szCs w:val="24"/>
        </w:rPr>
        <w:t>.</w:t>
      </w:r>
    </w:p>
    <w:p w:rsidR="00976A77" w:rsidRPr="001E2F9C" w:rsidRDefault="00976A77" w:rsidP="00537D5D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1E2F9C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Koldyshev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.,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Stoliaruk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K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.,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Shpynkovskyi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O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O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.,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Mital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O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.,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Yamnenko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H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Y</w:t>
      </w:r>
      <w:r w:rsidRPr="001E2F9C">
        <w:rPr>
          <w:rFonts w:ascii="Times New Roman" w:hAnsi="Times New Roman"/>
          <w:color w:val="000000"/>
          <w:sz w:val="24"/>
          <w:szCs w:val="24"/>
        </w:rPr>
        <w:t>., &amp;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Dovban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Pr="001E2F9C">
        <w:rPr>
          <w:rFonts w:ascii="Times New Roman" w:hAnsi="Times New Roman"/>
          <w:color w:val="000000"/>
          <w:sz w:val="24"/>
          <w:szCs w:val="24"/>
        </w:rPr>
        <w:t xml:space="preserve">. (2021). </w:t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 xml:space="preserve">HR management efficiency factors and their impact on creation of a commercial innovative product. Journal of Management Information and Decision Sciences, </w:t>
      </w:r>
      <w:r w:rsidRPr="00743F1A">
        <w:rPr>
          <w:rFonts w:ascii="Times New Roman" w:hAnsi="Times New Roman"/>
          <w:color w:val="000000"/>
          <w:sz w:val="24"/>
          <w:szCs w:val="24"/>
          <w:lang w:val="en-US"/>
        </w:rPr>
        <w:br/>
      </w:r>
      <w:r w:rsidRPr="001E2F9C">
        <w:rPr>
          <w:rFonts w:ascii="Times New Roman" w:hAnsi="Times New Roman"/>
          <w:color w:val="000000"/>
          <w:sz w:val="24"/>
          <w:szCs w:val="24"/>
          <w:lang w:val="en-US"/>
        </w:rPr>
        <w:t>24(6), 1-8.</w:t>
      </w:r>
    </w:p>
    <w:p w:rsidR="00976A77" w:rsidRPr="00743F1A" w:rsidRDefault="00976A77" w:rsidP="00D320DD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3F1A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>О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E2F9C">
        <w:rPr>
          <w:rFonts w:ascii="Times New Roman" w:hAnsi="Times New Roman"/>
          <w:color w:val="000000"/>
          <w:sz w:val="24"/>
          <w:szCs w:val="24"/>
        </w:rPr>
        <w:t>А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E2F9C">
        <w:rPr>
          <w:rFonts w:ascii="Times New Roman" w:hAnsi="Times New Roman"/>
          <w:color w:val="000000"/>
          <w:sz w:val="24"/>
          <w:szCs w:val="24"/>
        </w:rPr>
        <w:t>Шпинковський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E2F9C">
        <w:rPr>
          <w:rFonts w:ascii="Times New Roman" w:hAnsi="Times New Roman"/>
          <w:color w:val="000000"/>
          <w:sz w:val="24"/>
          <w:szCs w:val="24"/>
        </w:rPr>
        <w:t>М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E2F9C">
        <w:rPr>
          <w:rFonts w:ascii="Times New Roman" w:hAnsi="Times New Roman"/>
          <w:color w:val="000000"/>
          <w:sz w:val="24"/>
          <w:szCs w:val="24"/>
        </w:rPr>
        <w:t>І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E2F9C">
        <w:rPr>
          <w:rFonts w:ascii="Times New Roman" w:hAnsi="Times New Roman"/>
          <w:color w:val="000000"/>
          <w:sz w:val="24"/>
          <w:szCs w:val="24"/>
        </w:rPr>
        <w:t>Шпинковська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E2F9C">
        <w:rPr>
          <w:rFonts w:ascii="Times New Roman" w:hAnsi="Times New Roman"/>
          <w:color w:val="000000"/>
          <w:sz w:val="24"/>
          <w:szCs w:val="24"/>
        </w:rPr>
        <w:t>В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E2F9C">
        <w:rPr>
          <w:rFonts w:ascii="Times New Roman" w:hAnsi="Times New Roman"/>
          <w:color w:val="000000"/>
          <w:sz w:val="24"/>
          <w:szCs w:val="24"/>
        </w:rPr>
        <w:t>В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E2F9C">
        <w:rPr>
          <w:rFonts w:ascii="Times New Roman" w:hAnsi="Times New Roman"/>
          <w:color w:val="000000"/>
          <w:sz w:val="24"/>
          <w:szCs w:val="24"/>
        </w:rPr>
        <w:t>Голобородько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E2F9C">
        <w:rPr>
          <w:rFonts w:ascii="Times New Roman" w:hAnsi="Times New Roman"/>
          <w:color w:val="000000"/>
          <w:sz w:val="24"/>
          <w:szCs w:val="24"/>
        </w:rPr>
        <w:t>Інформаційна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>система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>для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>допомоги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>фінансовиму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>становаму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>визначенні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>кредитоспроможності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>клієнтів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E2F9C">
        <w:rPr>
          <w:rFonts w:ascii="Times New Roman" w:hAnsi="Times New Roman"/>
          <w:color w:val="000000"/>
          <w:sz w:val="24"/>
          <w:szCs w:val="24"/>
        </w:rPr>
        <w:t>Автоматизація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>технологічних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>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color w:val="000000"/>
          <w:sz w:val="24"/>
          <w:szCs w:val="24"/>
        </w:rPr>
        <w:t>бізнеспроцесів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E2F9C">
        <w:rPr>
          <w:rFonts w:ascii="Times New Roman" w:hAnsi="Times New Roman"/>
          <w:color w:val="000000"/>
          <w:sz w:val="24"/>
          <w:szCs w:val="24"/>
        </w:rPr>
        <w:t>Т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. 11, № 3 (2019), </w:t>
      </w:r>
      <w:r w:rsidRPr="001E2F9C">
        <w:rPr>
          <w:rFonts w:ascii="Times New Roman" w:hAnsi="Times New Roman"/>
          <w:color w:val="000000"/>
          <w:sz w:val="24"/>
          <w:szCs w:val="24"/>
        </w:rPr>
        <w:t>С</w:t>
      </w:r>
      <w:r w:rsidRPr="00743F1A">
        <w:rPr>
          <w:rFonts w:ascii="Times New Roman" w:hAnsi="Times New Roman"/>
          <w:color w:val="000000"/>
          <w:sz w:val="24"/>
          <w:szCs w:val="24"/>
        </w:rPr>
        <w:t xml:space="preserve">. 14-22. </w:t>
      </w:r>
    </w:p>
    <w:p w:rsidR="00976A77" w:rsidRPr="001E2F9C" w:rsidRDefault="00976A77" w:rsidP="006A6A16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E2F9C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2F9C">
        <w:rPr>
          <w:rFonts w:ascii="Times New Roman" w:hAnsi="Times New Roman"/>
          <w:sz w:val="24"/>
          <w:szCs w:val="24"/>
          <w:lang w:val="uk-UA"/>
        </w:rPr>
        <w:t>Абесінова О.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sz w:val="24"/>
          <w:szCs w:val="24"/>
          <w:lang w:val="uk-UA"/>
        </w:rPr>
        <w:t>К.  Аналіз  мотиваційної  структури  вибуття  персоналу  та  його  вплив  на управління  плинністю  кадрів  підприємства / О.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2F9C">
        <w:rPr>
          <w:rFonts w:ascii="Times New Roman" w:hAnsi="Times New Roman"/>
          <w:sz w:val="24"/>
          <w:szCs w:val="24"/>
          <w:lang w:val="uk-UA"/>
        </w:rPr>
        <w:t>К. Абесінова  //  Електронний  журнал. Ефективна економіка. – Дніпропетровськ:  ДДА,  2013. –№12 [Електронний ресурс].–Режим доступу: http://www.ecоnоmy.nаykа.cоm.uа</w:t>
      </w:r>
      <w:r w:rsidRPr="001E2F9C">
        <w:rPr>
          <w:rFonts w:ascii="Times New Roman" w:hAnsi="Times New Roman"/>
          <w:sz w:val="24"/>
          <w:szCs w:val="24"/>
        </w:rPr>
        <w:t>.</w:t>
      </w:r>
    </w:p>
    <w:p w:rsidR="00976A77" w:rsidRPr="001E2F9C" w:rsidRDefault="00976A77" w:rsidP="00D90311">
      <w:pPr>
        <w:spacing w:after="0" w:line="360" w:lineRule="auto"/>
        <w:rPr>
          <w:sz w:val="24"/>
          <w:szCs w:val="24"/>
          <w:lang w:val="uk-UA"/>
        </w:rPr>
      </w:pPr>
    </w:p>
    <w:sectPr w:rsidR="00976A77" w:rsidRPr="001E2F9C" w:rsidSect="001E2F9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pgNumType w:start="20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A77" w:rsidRDefault="00976A77">
      <w:r>
        <w:separator/>
      </w:r>
    </w:p>
  </w:endnote>
  <w:endnote w:type="continuationSeparator" w:id="1">
    <w:p w:rsidR="00976A77" w:rsidRDefault="00976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A77" w:rsidRDefault="00976A77" w:rsidP="001023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6A77" w:rsidRDefault="00976A77" w:rsidP="001E2F9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A77" w:rsidRDefault="00976A77" w:rsidP="001E2F9C">
    <w:pPr>
      <w:pStyle w:val="Footer"/>
      <w:framePr w:wrap="around" w:vAnchor="text" w:hAnchor="page" w:x="5815" w:y="42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209</w:t>
    </w:r>
    <w:r>
      <w:rPr>
        <w:rStyle w:val="PageNumber"/>
      </w:rPr>
      <w:fldChar w:fldCharType="end"/>
    </w:r>
  </w:p>
  <w:p w:rsidR="00976A77" w:rsidRDefault="00976A77" w:rsidP="001E2F9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A77" w:rsidRDefault="00976A77">
      <w:r>
        <w:separator/>
      </w:r>
    </w:p>
  </w:footnote>
  <w:footnote w:type="continuationSeparator" w:id="1">
    <w:p w:rsidR="00976A77" w:rsidRDefault="00976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A77" w:rsidRDefault="00976A77" w:rsidP="001023E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6A77" w:rsidRDefault="00976A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A77" w:rsidRDefault="00976A77" w:rsidP="001E2F9C">
    <w:pPr>
      <w:pStyle w:val="Default"/>
      <w:framePr w:wrap="around" w:vAnchor="text" w:hAnchor="margin" w:xAlign="center" w:y="1"/>
    </w:pPr>
  </w:p>
  <w:p w:rsidR="00976A77" w:rsidRPr="001E2F9C" w:rsidRDefault="00976A77" w:rsidP="001E2F9C">
    <w:pPr>
      <w:pStyle w:val="Header"/>
      <w:jc w:val="center"/>
      <w:rPr>
        <w:rFonts w:ascii="Times New Roman" w:hAnsi="Times New Roman"/>
        <w:lang w:val="uk-UA"/>
      </w:rPr>
    </w:pPr>
    <w:r w:rsidRPr="001E2F9C">
      <w:rPr>
        <w:rFonts w:ascii="Times New Roman" w:hAnsi="Times New Roman"/>
        <w:sz w:val="23"/>
        <w:szCs w:val="23"/>
        <w:lang w:val="uk-UA"/>
      </w:rPr>
      <w:t>Тези доповідей 58</w:t>
    </w:r>
    <w:r>
      <w:rPr>
        <w:rFonts w:ascii="Times New Roman" w:hAnsi="Times New Roman"/>
        <w:sz w:val="23"/>
        <w:szCs w:val="23"/>
        <w:lang w:val="uk-UA"/>
      </w:rPr>
      <w:t>-</w:t>
    </w:r>
    <w:r w:rsidRPr="001E2F9C">
      <w:rPr>
        <w:rFonts w:ascii="Times New Roman" w:hAnsi="Times New Roman"/>
        <w:sz w:val="23"/>
        <w:szCs w:val="23"/>
        <w:lang w:val="uk-UA"/>
      </w:rPr>
      <w:t>ої конференції молодих дослідників ДУОП-бакалаврів “Сучасні інформаційні технології та телекомунікаційні мережі” // Одеса: ДУОП, 2021. Вип. 58.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0F9"/>
    <w:rsid w:val="00017FD3"/>
    <w:rsid w:val="0005515F"/>
    <w:rsid w:val="000B40F9"/>
    <w:rsid w:val="000C7E9D"/>
    <w:rsid w:val="000F38E3"/>
    <w:rsid w:val="001023EB"/>
    <w:rsid w:val="001B2223"/>
    <w:rsid w:val="001E2F9C"/>
    <w:rsid w:val="00216C45"/>
    <w:rsid w:val="00276D87"/>
    <w:rsid w:val="002B4003"/>
    <w:rsid w:val="00322F93"/>
    <w:rsid w:val="00450719"/>
    <w:rsid w:val="004A0C72"/>
    <w:rsid w:val="00512B2A"/>
    <w:rsid w:val="00537D5D"/>
    <w:rsid w:val="00551C82"/>
    <w:rsid w:val="00576646"/>
    <w:rsid w:val="00651D29"/>
    <w:rsid w:val="006570A7"/>
    <w:rsid w:val="00677452"/>
    <w:rsid w:val="006A6A16"/>
    <w:rsid w:val="006B6CDE"/>
    <w:rsid w:val="00743F1A"/>
    <w:rsid w:val="007C0885"/>
    <w:rsid w:val="007D057A"/>
    <w:rsid w:val="007D6950"/>
    <w:rsid w:val="00873070"/>
    <w:rsid w:val="009742D2"/>
    <w:rsid w:val="00976A77"/>
    <w:rsid w:val="00A875D8"/>
    <w:rsid w:val="00A9623E"/>
    <w:rsid w:val="00AD1BB9"/>
    <w:rsid w:val="00B060F6"/>
    <w:rsid w:val="00C07D98"/>
    <w:rsid w:val="00C657B4"/>
    <w:rsid w:val="00C90274"/>
    <w:rsid w:val="00D06FAD"/>
    <w:rsid w:val="00D320DD"/>
    <w:rsid w:val="00D90311"/>
    <w:rsid w:val="00DC4F10"/>
    <w:rsid w:val="00E82B97"/>
    <w:rsid w:val="00EE76CA"/>
    <w:rsid w:val="00F13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0F9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B40F9"/>
    <w:pPr>
      <w:spacing w:beforeAutospacing="1" w:after="142" w:line="276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D320D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320D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551C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64854"/>
    <w:rPr>
      <w:rFonts w:ascii="Times New Roman" w:hAnsi="Times New Roman"/>
      <w:sz w:val="0"/>
      <w:szCs w:val="0"/>
      <w:lang w:val="ru-RU" w:eastAsia="en-US"/>
    </w:rPr>
  </w:style>
  <w:style w:type="paragraph" w:styleId="Header">
    <w:name w:val="header"/>
    <w:basedOn w:val="Normal"/>
    <w:link w:val="HeaderChar"/>
    <w:uiPriority w:val="99"/>
    <w:rsid w:val="001E2F9C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4854"/>
    <w:rPr>
      <w:lang w:val="ru-RU" w:eastAsia="en-US"/>
    </w:rPr>
  </w:style>
  <w:style w:type="character" w:styleId="PageNumber">
    <w:name w:val="page number"/>
    <w:basedOn w:val="DefaultParagraphFont"/>
    <w:uiPriority w:val="99"/>
    <w:rsid w:val="001E2F9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E2F9C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4854"/>
    <w:rPr>
      <w:lang w:val="ru-RU" w:eastAsia="en-US"/>
    </w:rPr>
  </w:style>
  <w:style w:type="paragraph" w:customStyle="1" w:styleId="Default">
    <w:name w:val="Default"/>
    <w:uiPriority w:val="99"/>
    <w:rsid w:val="001E2F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world.com.ua/konfer34/632.pd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3912</Words>
  <Characters>2231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004</dc:title>
  <dc:subject/>
  <dc:creator>Procurator</dc:creator>
  <cp:keywords/>
  <dc:description/>
  <cp:lastModifiedBy>Билоненко</cp:lastModifiedBy>
  <cp:revision>4</cp:revision>
  <dcterms:created xsi:type="dcterms:W3CDTF">2021-11-22T10:09:00Z</dcterms:created>
  <dcterms:modified xsi:type="dcterms:W3CDTF">2021-11-22T10:20:00Z</dcterms:modified>
</cp:coreProperties>
</file>